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564771F-4803-4BCA-B9D2-B2FDA8D48321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